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323856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</w:t>
            </w:r>
            <w:r w:rsidR="00F928D8">
              <w:rPr>
                <w:b/>
                <w:bCs/>
                <w:sz w:val="22"/>
                <w:szCs w:val="22"/>
              </w:rPr>
              <w:t>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915902" w:rsidP="0042101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výměna </w:t>
            </w:r>
            <w:r w:rsidR="0042101F">
              <w:rPr>
                <w:rFonts w:ascii="Arial" w:hAnsi="Arial" w:cs="Arial"/>
                <w:color w:val="FF0000"/>
                <w:sz w:val="24"/>
                <w:szCs w:val="24"/>
              </w:rPr>
              <w:t>střešní krytiny provozní budovy česlovna čov uherský brod</w:t>
            </w:r>
            <w:bookmarkStart w:id="0" w:name="_GoBack"/>
            <w:bookmarkEnd w:id="0"/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66B92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66B92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239D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3856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101F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C6CE9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5902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3D1F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4F12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0814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89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AE9EF513.dotm</Template>
  <TotalTime>47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39</cp:revision>
  <cp:lastPrinted>2021-05-24T06:24:00Z</cp:lastPrinted>
  <dcterms:created xsi:type="dcterms:W3CDTF">2019-09-19T08:40:00Z</dcterms:created>
  <dcterms:modified xsi:type="dcterms:W3CDTF">2026-01-05T08:59:00Z</dcterms:modified>
</cp:coreProperties>
</file>